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343CC" w14:textId="34FFF519" w:rsidR="006E5D65" w:rsidRPr="00E14F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="00CD6897"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E14F90">
        <w:rPr>
          <w:rFonts w:ascii="Corbel" w:hAnsi="Corbel"/>
          <w:bCs/>
          <w:i/>
          <w:sz w:val="24"/>
          <w:szCs w:val="24"/>
        </w:rPr>
        <w:t>12/2019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0118EA8C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202</w:t>
      </w:r>
      <w:r w:rsidR="00EC3113">
        <w:rPr>
          <w:rFonts w:ascii="Corbel" w:hAnsi="Corbel"/>
          <w:b/>
          <w:smallCaps/>
          <w:sz w:val="24"/>
          <w:szCs w:val="24"/>
        </w:rPr>
        <w:t>1</w:t>
      </w:r>
      <w:r w:rsidR="00267ACA" w:rsidRPr="00E14F90">
        <w:rPr>
          <w:rFonts w:ascii="Corbel" w:hAnsi="Corbel"/>
          <w:b/>
          <w:smallCaps/>
          <w:sz w:val="24"/>
          <w:szCs w:val="24"/>
        </w:rPr>
        <w:t>-202</w:t>
      </w:r>
      <w:r w:rsidR="00EC3113">
        <w:rPr>
          <w:rFonts w:ascii="Corbel" w:hAnsi="Corbel"/>
          <w:b/>
          <w:smallCaps/>
          <w:sz w:val="24"/>
          <w:szCs w:val="24"/>
        </w:rPr>
        <w:t>3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03784FB8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EC3113">
        <w:rPr>
          <w:rFonts w:ascii="Corbel" w:hAnsi="Corbel"/>
          <w:sz w:val="24"/>
          <w:szCs w:val="24"/>
        </w:rPr>
        <w:t>1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EC3113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E14F90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06E46A4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studia drugiego stopnia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118460D7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stacjonarne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</w:t>
            </w:r>
            <w:proofErr w:type="spellStart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Pęczkowski</w:t>
            </w:r>
            <w:proofErr w:type="spellEnd"/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Wykł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Konw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Sem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14F90">
              <w:rPr>
                <w:rFonts w:ascii="Corbel" w:hAnsi="Corbel"/>
                <w:szCs w:val="24"/>
              </w:rPr>
              <w:t>Prakt</w:t>
            </w:r>
            <w:proofErr w:type="spellEnd"/>
            <w:r w:rsidRPr="00E14F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E14F90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77777777" w:rsidR="0085747A" w:rsidRPr="00E14F9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14F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14F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77777777" w:rsidR="00C61DC5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77777777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Pr="00E14F90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Pr="00E14F90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E14F90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2A374B0F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10</w:t>
            </w:r>
          </w:p>
          <w:p w14:paraId="48D8EBC1" w14:textId="3753C2B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  <w:p w14:paraId="7D07F0B6" w14:textId="3560026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13</w:t>
            </w:r>
          </w:p>
          <w:p w14:paraId="6D49A95E" w14:textId="0C2DA6A8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4F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4F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4F90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14F90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E14F90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E14F90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330978F7" w14:textId="5611A94C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14F90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C0ED3" w14:textId="77777777" w:rsidR="00A74683" w:rsidRDefault="00A74683" w:rsidP="00C16ABF">
      <w:pPr>
        <w:spacing w:after="0" w:line="240" w:lineRule="auto"/>
      </w:pPr>
      <w:r>
        <w:separator/>
      </w:r>
    </w:p>
  </w:endnote>
  <w:endnote w:type="continuationSeparator" w:id="0">
    <w:p w14:paraId="33E0AB22" w14:textId="77777777" w:rsidR="00A74683" w:rsidRDefault="00A746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83A0E" w14:textId="77777777" w:rsidR="00A74683" w:rsidRDefault="00A74683" w:rsidP="00C16ABF">
      <w:pPr>
        <w:spacing w:after="0" w:line="240" w:lineRule="auto"/>
      </w:pPr>
      <w:r>
        <w:separator/>
      </w:r>
    </w:p>
  </w:footnote>
  <w:footnote w:type="continuationSeparator" w:id="0">
    <w:p w14:paraId="6360FC85" w14:textId="77777777" w:rsidR="00A74683" w:rsidRDefault="00A74683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6FE9"/>
    <w:rsid w:val="0034759A"/>
    <w:rsid w:val="003503F6"/>
    <w:rsid w:val="003530DD"/>
    <w:rsid w:val="00363F78"/>
    <w:rsid w:val="0039529C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68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6D6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B802-1A11-47FA-B00A-7A6CEE99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2020-10-13T09:11:00Z</cp:lastPrinted>
  <dcterms:created xsi:type="dcterms:W3CDTF">2019-11-27T17:06:00Z</dcterms:created>
  <dcterms:modified xsi:type="dcterms:W3CDTF">2021-09-08T08:52:00Z</dcterms:modified>
</cp:coreProperties>
</file>